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1DC5">
        <w:rPr>
          <w:rFonts w:ascii="Times New Roman" w:hAnsi="Times New Roman"/>
          <w:b/>
          <w:sz w:val="24"/>
          <w:szCs w:val="24"/>
        </w:rPr>
        <w:t>Nastavno-naučnom Veću Filozofskog fakulteta u Nišu</w:t>
      </w: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Departmanu za Komunikologiju i novinarstvo</w:t>
      </w:r>
    </w:p>
    <w:p w:rsidR="00505840" w:rsidRPr="00AB7929" w:rsidRDefault="00505840" w:rsidP="007748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PREDMET: Izveštaj o učešću na međunarodnom kursu </w:t>
      </w:r>
      <w:r>
        <w:rPr>
          <w:rFonts w:ascii="Times New Roman" w:hAnsi="Times New Roman"/>
          <w:i/>
          <w:sz w:val="24"/>
          <w:szCs w:val="24"/>
        </w:rPr>
        <w:t>Mind, World and Action.</w:t>
      </w: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05840" w:rsidRPr="00D758D5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Od strane direktora međunarodnog kursa </w:t>
      </w:r>
      <w:r>
        <w:rPr>
          <w:rFonts w:ascii="Times New Roman" w:hAnsi="Times New Roman"/>
          <w:i/>
          <w:sz w:val="24"/>
          <w:szCs w:val="24"/>
        </w:rPr>
        <w:t xml:space="preserve">Mind, World and Action, </w:t>
      </w:r>
      <w:r>
        <w:rPr>
          <w:rFonts w:ascii="Times New Roman" w:hAnsi="Times New Roman"/>
          <w:sz w:val="24"/>
          <w:szCs w:val="24"/>
        </w:rPr>
        <w:t xml:space="preserve">Majde Trobok, pozvana sam da učestvujem i prezentujem rad </w:t>
      </w:r>
      <w:r>
        <w:rPr>
          <w:rFonts w:ascii="Times New Roman" w:hAnsi="Times New Roman"/>
          <w:i/>
          <w:sz w:val="24"/>
          <w:szCs w:val="24"/>
        </w:rPr>
        <w:t>Meaning of Metaphors</w:t>
      </w:r>
      <w:r>
        <w:rPr>
          <w:rFonts w:ascii="Times New Roman" w:hAnsi="Times New Roman"/>
          <w:sz w:val="24"/>
          <w:szCs w:val="24"/>
        </w:rPr>
        <w:t xml:space="preserve">. Kurs je održan u periodu od 24.8. do 28.8. 2015. godine na Međunarodnom univerzitetskom centru za postdiplomske studije u Dubrovniku (IUC). Ovaj kurs  ima dugu tradiciju i okuplja profesore i studente doktorskih studija širom sveta. Organizacioni direktori su profesor Timoti Vilijamson, Univerzitet u Oksfordu, profesor Majda Trobok, Univerzitet u Rijeci i profesor Miloš Arsenijević, Univerzitet u Beogradu. Na kursu su učestvovali, pored profesora koji su organizatori, Korin Beson (Univerzitet u Saseksu, UK), Tomas Krodel (Humboltov Univerzitet u Berlinu), Nenad Miščević (Univerzitet u Rijeci), Duško Prelević (Univerzitet u Beogradu), Andrej Jandrić (Univerzitet u Beogradu), Ivana Stojanović Prelević (Univerzitet u Nišu) i dva doktoranda, Mirela Fuš (Univerzitet u Rijeci) i Bo Medison Maunt (Univerzitet u Oksfordu). </w:t>
      </w:r>
    </w:p>
    <w:p w:rsidR="00505840" w:rsidRDefault="00505840" w:rsidP="007748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U saopštenju sam predstavila filozofske probleme metafore i to: probleme značenja, dvosmislenosti i interpretacije. Fokus je bio na stanovištima Džona Serla i Donalda Dejvidsona. Takođe, predstavila sam komparativnu analizu njihovih stanovišta. Zaključak je da je Serlova teorija konzistentna za razliku od Dejvidsonove.</w:t>
      </w:r>
    </w:p>
    <w:p w:rsidR="00505840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Kurs je bio intenzivan, činile su ga prepodnevne i poslepodnevne sesije. Izlagači su imali sat vremena  za izlaganje i pola sata za diskusiju. Radni jezik je engleski. Zajednički utisci su pozitivni i zakazan je novi kurs za 1. septembar 2016. godine.</w:t>
      </w:r>
    </w:p>
    <w:p w:rsidR="00505840" w:rsidRPr="00FC1DC5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Pored ostvarenih kontakata sa profesorima i studentima, inspirativnih diskusija tokom kursa, ističem srdačnost i poziv za čvršću saradnju Filozofskog fakulteta u Nišu i Međunarodnog univerzitetskog centra za postdiplomske studije u Dubrovniku, od strane direktora IUC-a gospođe Nade Bruer. </w:t>
      </w:r>
    </w:p>
    <w:p w:rsidR="00505840" w:rsidRPr="00F5288B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88B">
        <w:rPr>
          <w:rFonts w:ascii="Times New Roman" w:hAnsi="Times New Roman"/>
          <w:sz w:val="24"/>
          <w:szCs w:val="24"/>
        </w:rPr>
        <w:t xml:space="preserve">   </w:t>
      </w:r>
    </w:p>
    <w:p w:rsidR="00505840" w:rsidRPr="00F5288B" w:rsidRDefault="00505840" w:rsidP="007748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840" w:rsidRPr="00FE56B5" w:rsidRDefault="00505840" w:rsidP="00774851">
      <w:pPr>
        <w:spacing w:after="0" w:line="360" w:lineRule="auto"/>
        <w:jc w:val="both"/>
        <w:rPr>
          <w:rFonts w:ascii="Times New Roman" w:hAnsi="Times New Roman"/>
        </w:rPr>
      </w:pPr>
    </w:p>
    <w:p w:rsidR="00505840" w:rsidRDefault="00505840" w:rsidP="00774851">
      <w:pPr>
        <w:spacing w:after="0" w:line="360" w:lineRule="auto"/>
        <w:jc w:val="both"/>
        <w:rPr>
          <w:rFonts w:ascii="Times New Roman" w:hAnsi="Times New Roman"/>
        </w:rPr>
      </w:pPr>
    </w:p>
    <w:p w:rsidR="00505840" w:rsidRPr="00B153EE" w:rsidRDefault="00505840" w:rsidP="00774851">
      <w:pPr>
        <w:spacing w:after="0" w:line="360" w:lineRule="auto"/>
        <w:jc w:val="both"/>
        <w:rPr>
          <w:rFonts w:ascii="Times New Roman" w:hAnsi="Times New Roman"/>
        </w:rPr>
      </w:pPr>
    </w:p>
    <w:p w:rsidR="00505840" w:rsidRDefault="00505840" w:rsidP="00774851">
      <w:pPr>
        <w:spacing w:after="0" w:line="360" w:lineRule="auto"/>
        <w:jc w:val="both"/>
        <w:rPr>
          <w:rFonts w:ascii="Times New Roman" w:hAnsi="Times New Roman"/>
        </w:rPr>
      </w:pPr>
    </w:p>
    <w:p w:rsidR="00505840" w:rsidRDefault="00505840" w:rsidP="0077485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5840" w:rsidRDefault="00505840" w:rsidP="0077485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05840" w:rsidRDefault="00505840" w:rsidP="0077485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505840" w:rsidRPr="00AB7929" w:rsidRDefault="00505840" w:rsidP="0077485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05840" w:rsidRPr="00AB7929" w:rsidRDefault="00505840" w:rsidP="007748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B7929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AB7929">
        <w:rPr>
          <w:rFonts w:ascii="Times New Roman" w:hAnsi="Times New Roman"/>
          <w:sz w:val="24"/>
          <w:szCs w:val="24"/>
        </w:rPr>
        <w:t>Doc. Dr Ivana Stojanović Prelević</w:t>
      </w:r>
    </w:p>
    <w:p w:rsidR="00505840" w:rsidRDefault="00505840" w:rsidP="007748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>U Nišu, 19.09.2015.</w:t>
      </w:r>
    </w:p>
    <w:p w:rsidR="00505840" w:rsidRPr="00AB7929" w:rsidRDefault="00505840" w:rsidP="007748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_________________________</w:t>
      </w:r>
    </w:p>
    <w:p w:rsidR="00505840" w:rsidRDefault="00505840"/>
    <w:sectPr w:rsidR="00505840" w:rsidSect="00F561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851"/>
    <w:rsid w:val="000A4B4F"/>
    <w:rsid w:val="00337D6E"/>
    <w:rsid w:val="00505840"/>
    <w:rsid w:val="006B084F"/>
    <w:rsid w:val="00774851"/>
    <w:rsid w:val="00AB7929"/>
    <w:rsid w:val="00B153EE"/>
    <w:rsid w:val="00D758D5"/>
    <w:rsid w:val="00F5288B"/>
    <w:rsid w:val="00F5615F"/>
    <w:rsid w:val="00FC1DC5"/>
    <w:rsid w:val="00FE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85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341</Words>
  <Characters>1944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Nastavno-naučnom Veću Filozofskog fakulteta u Nišu</dc:title>
  <dc:subject/>
  <dc:creator>Korisnik</dc:creator>
  <cp:keywords/>
  <dc:description/>
  <cp:lastModifiedBy>rc</cp:lastModifiedBy>
  <cp:revision>2</cp:revision>
  <dcterms:created xsi:type="dcterms:W3CDTF">2015-09-21T06:02:00Z</dcterms:created>
  <dcterms:modified xsi:type="dcterms:W3CDTF">2015-09-21T06:02:00Z</dcterms:modified>
</cp:coreProperties>
</file>